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958D6" w14:textId="34091AB1" w:rsidR="00F83087" w:rsidRPr="00447DAE" w:rsidRDefault="00D96E4F" w:rsidP="0061031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5"/>
          <w:sz w:val="20"/>
          <w:szCs w:val="20"/>
        </w:rPr>
        <w:t xml:space="preserve">UMFVBT – REG/PRI/01/2023 – 22 - </w:t>
      </w:r>
      <w:r>
        <w:rPr>
          <w:rFonts w:ascii="Times New Roman" w:hAnsi="Times New Roman"/>
          <w:sz w:val="20"/>
          <w:szCs w:val="20"/>
          <w:lang w:val="es-MX"/>
        </w:rPr>
        <w:t>ANEXA 22</w:t>
      </w:r>
    </w:p>
    <w:p w14:paraId="6D9953C4" w14:textId="77777777" w:rsidR="00447DAE" w:rsidRDefault="00447DAE" w:rsidP="00447DAE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0A5D121" w14:textId="77777777" w:rsidR="00447DAE" w:rsidRDefault="00447DAE" w:rsidP="00447DAE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A431730" w14:textId="4280B366" w:rsidR="00447DAE" w:rsidRDefault="00CF69DB" w:rsidP="00447DAE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AFFIDAVIT REGARDING DOUBLE FINANCING</w:t>
      </w:r>
      <w:r w:rsidR="00447DAE">
        <w:rPr>
          <w:rFonts w:ascii="Times New Roman" w:hAnsi="Times New Roman"/>
          <w:b/>
          <w:sz w:val="24"/>
          <w:szCs w:val="24"/>
        </w:rPr>
        <w:t xml:space="preserve"> </w:t>
      </w:r>
    </w:p>
    <w:p w14:paraId="276BC4B1" w14:textId="72C27D05" w:rsidR="00447DAE" w:rsidRPr="00447DAE" w:rsidRDefault="00447DAE" w:rsidP="00447DAE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STA/STT</w:t>
      </w:r>
    </w:p>
    <w:p w14:paraId="30C3578C" w14:textId="77777777" w:rsidR="00447DAE" w:rsidRPr="00447DAE" w:rsidRDefault="00447DAE" w:rsidP="00447DAE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9AA9216" w14:textId="77777777" w:rsidR="00CF69DB" w:rsidRDefault="00447DAE" w:rsidP="00447DAE">
      <w:pPr>
        <w:spacing w:line="360" w:lineRule="auto"/>
        <w:rPr>
          <w:rFonts w:ascii="Times New Roman" w:hAnsi="Times New Roman"/>
          <w:sz w:val="24"/>
          <w:szCs w:val="24"/>
        </w:rPr>
      </w:pPr>
      <w:r w:rsidRPr="00447DAE">
        <w:rPr>
          <w:rFonts w:ascii="Times New Roman" w:hAnsi="Times New Roman"/>
          <w:sz w:val="24"/>
          <w:szCs w:val="24"/>
        </w:rPr>
        <w:tab/>
      </w:r>
      <w:r w:rsidR="00CF69DB">
        <w:rPr>
          <w:rFonts w:ascii="Times New Roman" w:hAnsi="Times New Roman"/>
          <w:sz w:val="24"/>
          <w:szCs w:val="24"/>
        </w:rPr>
        <w:t>The undersigned</w:t>
      </w:r>
      <w:r w:rsidRPr="00447DAE">
        <w:rPr>
          <w:rFonts w:ascii="Times New Roman" w:hAnsi="Times New Roman"/>
          <w:sz w:val="24"/>
          <w:szCs w:val="24"/>
        </w:rPr>
        <w:t xml:space="preserve"> 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</w:t>
      </w:r>
      <w:r w:rsidRPr="00447DAE">
        <w:rPr>
          <w:rFonts w:ascii="Times New Roman" w:hAnsi="Times New Roman"/>
          <w:sz w:val="24"/>
          <w:szCs w:val="24"/>
        </w:rPr>
        <w:t xml:space="preserve">, </w:t>
      </w:r>
      <w:r w:rsidR="00CF69DB">
        <w:rPr>
          <w:rFonts w:ascii="Times New Roman" w:hAnsi="Times New Roman"/>
          <w:sz w:val="24"/>
          <w:szCs w:val="24"/>
        </w:rPr>
        <w:t>holdong the position of</w:t>
      </w:r>
      <w:r>
        <w:rPr>
          <w:rFonts w:ascii="Times New Roman" w:hAnsi="Times New Roman"/>
          <w:sz w:val="24"/>
          <w:szCs w:val="24"/>
        </w:rPr>
        <w:t xml:space="preserve"> </w:t>
      </w:r>
      <w:r w:rsidRPr="00447DAE">
        <w:rPr>
          <w:rFonts w:ascii="Times New Roman" w:hAnsi="Times New Roman"/>
          <w:sz w:val="24"/>
          <w:szCs w:val="24"/>
        </w:rPr>
        <w:t>_____________________________________</w:t>
      </w:r>
      <w:r w:rsidR="00CF69DB">
        <w:rPr>
          <w:rFonts w:ascii="Times New Roman" w:hAnsi="Times New Roman"/>
          <w:sz w:val="24"/>
          <w:szCs w:val="24"/>
        </w:rPr>
        <w:t>Faculty/Department</w:t>
      </w:r>
      <w:r>
        <w:rPr>
          <w:rFonts w:ascii="Times New Roman" w:hAnsi="Times New Roman"/>
          <w:sz w:val="24"/>
          <w:szCs w:val="24"/>
        </w:rPr>
        <w:t>_____________________</w:t>
      </w:r>
      <w:r w:rsidRPr="00447DAE">
        <w:rPr>
          <w:rFonts w:ascii="Times New Roman" w:hAnsi="Times New Roman"/>
          <w:sz w:val="24"/>
          <w:szCs w:val="24"/>
        </w:rPr>
        <w:t xml:space="preserve">, </w:t>
      </w:r>
      <w:r w:rsidR="00CF69DB">
        <w:rPr>
          <w:rFonts w:ascii="Times New Roman" w:hAnsi="Times New Roman"/>
          <w:sz w:val="24"/>
          <w:szCs w:val="24"/>
        </w:rPr>
        <w:t>of the</w:t>
      </w:r>
      <w:r w:rsidR="00CF69DB" w:rsidRPr="005E4B0C">
        <w:rPr>
          <w:rFonts w:ascii="Times New Roman" w:hAnsi="Times New Roman"/>
          <w:sz w:val="24"/>
          <w:szCs w:val="24"/>
        </w:rPr>
        <w:t xml:space="preserve"> „Victor Babeş” </w:t>
      </w:r>
      <w:r w:rsidR="00CF69DB">
        <w:rPr>
          <w:rFonts w:ascii="Times New Roman" w:hAnsi="Times New Roman"/>
          <w:sz w:val="24"/>
          <w:szCs w:val="24"/>
        </w:rPr>
        <w:t>University of Medicine and Pharmacy,</w:t>
      </w:r>
      <w:r w:rsidR="00CF69DB" w:rsidRPr="005E4B0C">
        <w:rPr>
          <w:rFonts w:ascii="Times New Roman" w:hAnsi="Times New Roman"/>
          <w:sz w:val="24"/>
          <w:szCs w:val="24"/>
        </w:rPr>
        <w:t xml:space="preserve"> Timişoara,</w:t>
      </w:r>
      <w:r w:rsidRPr="00447DAE">
        <w:rPr>
          <w:rFonts w:ascii="Times New Roman" w:hAnsi="Times New Roman"/>
          <w:sz w:val="24"/>
          <w:szCs w:val="24"/>
        </w:rPr>
        <w:t xml:space="preserve"> </w:t>
      </w:r>
      <w:r w:rsidR="00CF69DB">
        <w:rPr>
          <w:rFonts w:ascii="Times New Roman" w:hAnsi="Times New Roman"/>
          <w:sz w:val="24"/>
          <w:szCs w:val="24"/>
        </w:rPr>
        <w:t>participating in an ERASMUS+ teaching/training mobility organised by</w:t>
      </w:r>
      <w:r w:rsidRPr="00447DAE">
        <w:rPr>
          <w:rFonts w:ascii="Times New Roman" w:hAnsi="Times New Roman"/>
          <w:sz w:val="24"/>
          <w:szCs w:val="24"/>
        </w:rPr>
        <w:t xml:space="preserve"> _____________________</w:t>
      </w:r>
      <w:r>
        <w:rPr>
          <w:rFonts w:ascii="Times New Roman" w:hAnsi="Times New Roman"/>
          <w:sz w:val="24"/>
          <w:szCs w:val="24"/>
        </w:rPr>
        <w:t>_________</w:t>
      </w:r>
      <w:r w:rsidR="00CF69DB">
        <w:rPr>
          <w:rFonts w:ascii="Times New Roman" w:hAnsi="Times New Roman"/>
          <w:sz w:val="24"/>
          <w:szCs w:val="24"/>
        </w:rPr>
        <w:t>_______________________________________</w:t>
      </w:r>
      <w:r w:rsidRPr="00447DAE">
        <w:rPr>
          <w:rFonts w:ascii="Times New Roman" w:hAnsi="Times New Roman"/>
          <w:sz w:val="24"/>
          <w:szCs w:val="24"/>
        </w:rPr>
        <w:t xml:space="preserve">, </w:t>
      </w:r>
    </w:p>
    <w:p w14:paraId="51025BD7" w14:textId="66475B16" w:rsidR="00447DAE" w:rsidRPr="00447DAE" w:rsidRDefault="00CF69DB" w:rsidP="00447DAE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the period</w:t>
      </w:r>
      <w:r w:rsidR="00447DAE" w:rsidRPr="00447DAE">
        <w:rPr>
          <w:rFonts w:ascii="Times New Roman" w:hAnsi="Times New Roman"/>
          <w:sz w:val="24"/>
          <w:szCs w:val="24"/>
        </w:rPr>
        <w:t xml:space="preserve"> _______________________________</w:t>
      </w:r>
      <w:r>
        <w:rPr>
          <w:rFonts w:ascii="Times New Roman" w:hAnsi="Times New Roman"/>
          <w:sz w:val="24"/>
          <w:szCs w:val="24"/>
        </w:rPr>
        <w:t>________________</w:t>
      </w:r>
      <w:r w:rsidR="00447DAE" w:rsidRPr="00447DAE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hereby declare that I am using a single source for financing the same expenses (I do not receive any other funds from the European Commission to cover the same expenses).</w:t>
      </w:r>
    </w:p>
    <w:p w14:paraId="79A3941F" w14:textId="77777777" w:rsidR="00447DAE" w:rsidRPr="00447DAE" w:rsidRDefault="00447DAE" w:rsidP="00447D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53C1FC20" w14:textId="77777777" w:rsidR="00CF69DB" w:rsidRPr="005E4B0C" w:rsidRDefault="00CF69DB" w:rsidP="00CF69D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Name and first name</w:t>
      </w:r>
    </w:p>
    <w:p w14:paraId="53F239B5" w14:textId="77777777" w:rsidR="00CF69DB" w:rsidRPr="005E4B0C" w:rsidRDefault="00CF69DB" w:rsidP="00CF69DB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5E4B0C">
        <w:rPr>
          <w:rFonts w:ascii="Times New Roman" w:hAnsi="Times New Roman"/>
          <w:sz w:val="24"/>
          <w:szCs w:val="24"/>
        </w:rPr>
        <w:t>____________________________</w:t>
      </w:r>
    </w:p>
    <w:p w14:paraId="0E9CA5AE" w14:textId="77777777" w:rsidR="00CF69DB" w:rsidRPr="005E4B0C" w:rsidRDefault="00CF69DB" w:rsidP="00CF69D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  <w:r w:rsidRPr="005E4B0C">
        <w:rPr>
          <w:rFonts w:ascii="Times New Roman" w:hAnsi="Times New Roman"/>
          <w:sz w:val="24"/>
          <w:szCs w:val="24"/>
        </w:rPr>
        <w:t>,</w:t>
      </w:r>
    </w:p>
    <w:p w14:paraId="2A8CBE48" w14:textId="77777777" w:rsidR="00CF69DB" w:rsidRPr="005E4B0C" w:rsidRDefault="00CF69DB" w:rsidP="00CF69D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E4B0C">
        <w:rPr>
          <w:rFonts w:ascii="Times New Roman" w:hAnsi="Times New Roman"/>
          <w:sz w:val="24"/>
          <w:szCs w:val="24"/>
        </w:rPr>
        <w:t>____________________________</w:t>
      </w:r>
    </w:p>
    <w:p w14:paraId="62B9E3F4" w14:textId="77777777" w:rsidR="00CF69DB" w:rsidRPr="005E4B0C" w:rsidRDefault="00CF69DB" w:rsidP="00CF69D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106AFDBB" w14:textId="77777777" w:rsidR="00CF69DB" w:rsidRPr="00331FCE" w:rsidRDefault="00CF69DB" w:rsidP="00CF69D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E4B0C">
        <w:rPr>
          <w:rFonts w:ascii="Times New Roman" w:hAnsi="Times New Roman"/>
          <w:sz w:val="24"/>
          <w:szCs w:val="24"/>
        </w:rPr>
        <w:t>Timişoara ................................................................</w:t>
      </w:r>
    </w:p>
    <w:p w14:paraId="67B26A66" w14:textId="05FCF14E" w:rsidR="00447DAE" w:rsidRPr="00447DAE" w:rsidRDefault="00447DAE" w:rsidP="00447D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0781FF52" w14:textId="77777777" w:rsidR="0061031E" w:rsidRPr="00447DAE" w:rsidRDefault="0061031E" w:rsidP="00447DAE">
      <w:pPr>
        <w:rPr>
          <w:rFonts w:ascii="Times New Roman" w:hAnsi="Times New Roman"/>
          <w:sz w:val="24"/>
          <w:szCs w:val="24"/>
        </w:rPr>
      </w:pPr>
    </w:p>
    <w:sectPr w:rsidR="0061031E" w:rsidRPr="00447DAE" w:rsidSect="002D7D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54" w:right="567" w:bottom="39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1CA755" w14:textId="77777777" w:rsidR="00A40E85" w:rsidRDefault="00A40E85" w:rsidP="00D2536B">
      <w:pPr>
        <w:spacing w:after="0" w:line="240" w:lineRule="auto"/>
      </w:pPr>
      <w:r>
        <w:separator/>
      </w:r>
    </w:p>
  </w:endnote>
  <w:endnote w:type="continuationSeparator" w:id="0">
    <w:p w14:paraId="5531029B" w14:textId="77777777" w:rsidR="00A40E85" w:rsidRDefault="00A40E85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Calibri"/>
    <w:charset w:val="00"/>
    <w:family w:val="swiss"/>
    <w:pitch w:val="variable"/>
    <w:sig w:usb0="A00002BF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0DD99" w14:textId="77777777" w:rsidR="00696A22" w:rsidRDefault="00696A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F8998" w14:textId="77777777" w:rsidR="00806446" w:rsidRPr="00CB5CC1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Times New Roman" w:hAnsi="Times New Roman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025F32" w:rsidRPr="00CB5CC1">
      <w:rPr>
        <w:rFonts w:ascii="Times New Roman" w:hAnsi="Times New Roman"/>
        <w:color w:val="06234A"/>
        <w:sz w:val="16"/>
        <w:szCs w:val="16"/>
      </w:rPr>
      <w:t>Prorectorat Relații Internaționale</w:t>
    </w:r>
  </w:p>
  <w:p w14:paraId="377E6130" w14:textId="77777777" w:rsidR="008C7E40" w:rsidRPr="00CB5CC1" w:rsidRDefault="00025F32" w:rsidP="00806446">
    <w:pPr>
      <w:pStyle w:val="Footer"/>
      <w:tabs>
        <w:tab w:val="left" w:pos="4620"/>
        <w:tab w:val="center" w:pos="4873"/>
        <w:tab w:val="left" w:pos="8298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6192" behindDoc="1" locked="0" layoutInCell="1" allowOverlap="1" wp14:anchorId="29622DC2" wp14:editId="368234FB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0"/>
          <wp:wrapNone/>
          <wp:docPr id="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966"/>
    </w:tblGrid>
    <w:tr w:rsidR="00696A22" w:rsidRPr="00CB5CC1" w14:paraId="29BBDEC2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14:paraId="06634788" w14:textId="08CAD7EE" w:rsidR="00696A22" w:rsidRPr="00CB5CC1" w:rsidRDefault="00CB5CC1" w:rsidP="004D7E7E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>Piața Eftimie Murgu 2</w:t>
          </w:r>
        </w:p>
      </w:tc>
    </w:tr>
    <w:tr w:rsidR="00696A22" w:rsidRPr="00CB5CC1" w14:paraId="4C1EFAF5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275D94B7" w14:textId="355D5D1D" w:rsidR="00696A22" w:rsidRPr="00CB5CC1" w:rsidRDefault="00CB5CC1" w:rsidP="00025F32">
          <w:pPr>
            <w:pStyle w:val="Foo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                         300041 Timișoara, Romania</w:t>
          </w:r>
        </w:p>
      </w:tc>
    </w:tr>
    <w:tr w:rsidR="00696A22" w:rsidRPr="00CB5CC1" w14:paraId="039D65AD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5B8E77F9" w14:textId="4583DDED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Tel: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+40 256 434418 Fax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>: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+40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256 220482</w:t>
          </w:r>
        </w:p>
      </w:tc>
    </w:tr>
    <w:tr w:rsidR="00696A22" w:rsidRPr="00CB5CC1" w14:paraId="17464300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485245A2" w14:textId="77777777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Email: </w:t>
          </w:r>
          <w:hyperlink r:id="rId2" w:history="1">
            <w:r w:rsidR="00025F32" w:rsidRPr="00CB5CC1">
              <w:rPr>
                <w:rStyle w:val="Hyperlink"/>
                <w:rFonts w:ascii="Times New Roman" w:hAnsi="Times New Roman"/>
                <w:sz w:val="16"/>
                <w:szCs w:val="16"/>
              </w:rPr>
              <w:t>relint@umft.ro</w:t>
            </w:r>
          </w:hyperlink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</w:p>
      </w:tc>
    </w:tr>
  </w:tbl>
  <w:p w14:paraId="7D852718" w14:textId="77777777" w:rsidR="00D2536B" w:rsidRPr="00CB5CC1" w:rsidRDefault="00025F32" w:rsidP="00806446">
    <w:pPr>
      <w:pStyle w:val="Footer"/>
      <w:tabs>
        <w:tab w:val="clear" w:pos="4680"/>
        <w:tab w:val="clear" w:pos="9360"/>
        <w:tab w:val="left" w:pos="4080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3C37624B" wp14:editId="33C29A4F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0"/>
          <wp:wrapNone/>
          <wp:docPr id="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p w14:paraId="7839CA96" w14:textId="238E11C7" w:rsidR="00806446" w:rsidRDefault="00A40E85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Times New Roman" w:hAnsi="Times New Roman"/>
        <w:color w:val="06234A"/>
        <w:sz w:val="16"/>
        <w:szCs w:val="16"/>
      </w:rPr>
    </w:pPr>
    <w:hyperlink r:id="rId3" w:history="1">
      <w:r w:rsidR="00F2179A" w:rsidRPr="00AD2ED3">
        <w:rPr>
          <w:rStyle w:val="Hyperlink"/>
          <w:rFonts w:ascii="Times New Roman" w:hAnsi="Times New Roman"/>
          <w:sz w:val="16"/>
          <w:szCs w:val="16"/>
        </w:rPr>
        <w:t>www.umft.ro</w:t>
      </w:r>
    </w:hyperlink>
  </w:p>
  <w:p w14:paraId="257A662B" w14:textId="5F3532FA" w:rsidR="00F2179A" w:rsidRPr="008C7E40" w:rsidRDefault="00F2179A" w:rsidP="00F2179A">
    <w:pPr>
      <w:pStyle w:val="Footer"/>
      <w:numPr>
        <w:ilvl w:val="0"/>
        <w:numId w:val="1"/>
      </w:numPr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rFonts w:ascii="Montserrat SemiBold" w:hAnsi="Montserrat SemiBold"/>
        <w:color w:val="06234A"/>
        <w:sz w:val="18"/>
      </w:rPr>
      <w:t xml:space="preserve">B.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2801A" w14:textId="77777777" w:rsidR="00696A22" w:rsidRDefault="00696A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20F83F" w14:textId="77777777" w:rsidR="00A40E85" w:rsidRDefault="00A40E85" w:rsidP="00D2536B">
      <w:pPr>
        <w:spacing w:after="0" w:line="240" w:lineRule="auto"/>
      </w:pPr>
      <w:r>
        <w:separator/>
      </w:r>
    </w:p>
  </w:footnote>
  <w:footnote w:type="continuationSeparator" w:id="0">
    <w:p w14:paraId="1C921547" w14:textId="77777777" w:rsidR="00A40E85" w:rsidRDefault="00A40E85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86866" w14:textId="77777777" w:rsidR="00696A22" w:rsidRDefault="00696A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AC392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D7BA23" wp14:editId="450CAF80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0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DA355" w14:textId="77777777" w:rsidR="00531846" w:rsidRDefault="00531846" w:rsidP="00D2536B">
    <w:pPr>
      <w:pStyle w:val="Header"/>
    </w:pPr>
  </w:p>
  <w:p w14:paraId="72DFF846" w14:textId="77777777" w:rsidR="00D2536B" w:rsidRDefault="00D2536B" w:rsidP="00D2536B">
    <w:pPr>
      <w:pStyle w:val="Header"/>
    </w:pPr>
  </w:p>
  <w:p w14:paraId="15449423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0" wp14:anchorId="12B592BA" wp14:editId="5ACA9926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F3BC30" w14:textId="77777777"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6D85" w14:textId="77777777" w:rsidR="00696A22" w:rsidRDefault="00696A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0FDA"/>
    <w:multiLevelType w:val="hybridMultilevel"/>
    <w:tmpl w:val="33CEED34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7989"/>
    <w:multiLevelType w:val="hybridMultilevel"/>
    <w:tmpl w:val="15AE20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DA8"/>
    <w:multiLevelType w:val="hybridMultilevel"/>
    <w:tmpl w:val="DB4A2E80"/>
    <w:lvl w:ilvl="0" w:tplc="66E60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03415D"/>
    <w:multiLevelType w:val="hybridMultilevel"/>
    <w:tmpl w:val="ABD8E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90F57"/>
    <w:multiLevelType w:val="hybridMultilevel"/>
    <w:tmpl w:val="CDE8ED7A"/>
    <w:lvl w:ilvl="0" w:tplc="3B905E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95526C"/>
    <w:multiLevelType w:val="hybridMultilevel"/>
    <w:tmpl w:val="0986AEF4"/>
    <w:lvl w:ilvl="0" w:tplc="EF60F9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F32"/>
    <w:rsid w:val="00025F32"/>
    <w:rsid w:val="000E4E28"/>
    <w:rsid w:val="00147D15"/>
    <w:rsid w:val="00151750"/>
    <w:rsid w:val="001875D4"/>
    <w:rsid w:val="001E34B8"/>
    <w:rsid w:val="00253419"/>
    <w:rsid w:val="002D7D19"/>
    <w:rsid w:val="002F1287"/>
    <w:rsid w:val="002F50CB"/>
    <w:rsid w:val="0031217D"/>
    <w:rsid w:val="003306A8"/>
    <w:rsid w:val="00366D36"/>
    <w:rsid w:val="00434D24"/>
    <w:rsid w:val="00447DAE"/>
    <w:rsid w:val="004915CF"/>
    <w:rsid w:val="004A5472"/>
    <w:rsid w:val="004D7E7E"/>
    <w:rsid w:val="00531846"/>
    <w:rsid w:val="0059677A"/>
    <w:rsid w:val="0061031E"/>
    <w:rsid w:val="00631F67"/>
    <w:rsid w:val="00654D09"/>
    <w:rsid w:val="00685BF9"/>
    <w:rsid w:val="006940D7"/>
    <w:rsid w:val="00696A22"/>
    <w:rsid w:val="006A1CA7"/>
    <w:rsid w:val="00756E23"/>
    <w:rsid w:val="007B29A5"/>
    <w:rsid w:val="00806446"/>
    <w:rsid w:val="00874B53"/>
    <w:rsid w:val="008C7E40"/>
    <w:rsid w:val="00924BEB"/>
    <w:rsid w:val="00927272"/>
    <w:rsid w:val="009669B9"/>
    <w:rsid w:val="0096779A"/>
    <w:rsid w:val="009B14B8"/>
    <w:rsid w:val="009D5208"/>
    <w:rsid w:val="009F309A"/>
    <w:rsid w:val="009F4B93"/>
    <w:rsid w:val="00A40E85"/>
    <w:rsid w:val="00AB1260"/>
    <w:rsid w:val="00B15700"/>
    <w:rsid w:val="00B2217B"/>
    <w:rsid w:val="00BC5CED"/>
    <w:rsid w:val="00BE5CBF"/>
    <w:rsid w:val="00C024FC"/>
    <w:rsid w:val="00C606D5"/>
    <w:rsid w:val="00CB1247"/>
    <w:rsid w:val="00CB5CC1"/>
    <w:rsid w:val="00CF69DB"/>
    <w:rsid w:val="00D07E73"/>
    <w:rsid w:val="00D23CBE"/>
    <w:rsid w:val="00D2536B"/>
    <w:rsid w:val="00D61646"/>
    <w:rsid w:val="00D96E4F"/>
    <w:rsid w:val="00DB1D79"/>
    <w:rsid w:val="00DC4320"/>
    <w:rsid w:val="00DD010A"/>
    <w:rsid w:val="00E0250C"/>
    <w:rsid w:val="00E4289F"/>
    <w:rsid w:val="00E43039"/>
    <w:rsid w:val="00E86118"/>
    <w:rsid w:val="00EE6EBF"/>
    <w:rsid w:val="00F2179A"/>
    <w:rsid w:val="00F6087F"/>
    <w:rsid w:val="00F83087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3B1663"/>
  <w15:chartTrackingRefBased/>
  <w15:docId w15:val="{D17923A0-5799-4263-B22A-4922709C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025F3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semiHidden/>
    <w:unhideWhenUsed/>
    <w:rsid w:val="0015175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151750"/>
    <w:rPr>
      <w:rFonts w:ascii="Times New Roman" w:eastAsia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83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6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mft.ro" TargetMode="External"/><Relationship Id="rId2" Type="http://schemas.openxmlformats.org/officeDocument/2006/relationships/hyperlink" Target="mailto:relint@umft.ro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%201\OneDrive\Desktop\Ante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Antet_OK</Template>
  <TotalTime>6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>Nume departament</dc:description>
  <cp:lastModifiedBy>Lenovo 1</cp:lastModifiedBy>
  <cp:revision>10</cp:revision>
  <cp:lastPrinted>2022-12-15T09:36:00Z</cp:lastPrinted>
  <dcterms:created xsi:type="dcterms:W3CDTF">2022-01-10T08:32:00Z</dcterms:created>
  <dcterms:modified xsi:type="dcterms:W3CDTF">2023-02-15T09:44:00Z</dcterms:modified>
</cp:coreProperties>
</file>